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A4A7DA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95F6F" w:rsidRPr="00495F6F">
        <w:rPr>
          <w:b/>
          <w:bCs/>
          <w:highlight w:val="yellow"/>
        </w:rPr>
        <w:t>Dodávka svařovacích dávek pro AT svařování u OŘ Brno 2025–2026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95F6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95F6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95F6F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1495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7F1495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88</TotalTime>
  <Pages>2</Pages>
  <Words>475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11</cp:revision>
  <cp:lastPrinted>2017-11-28T17:18:00Z</cp:lastPrinted>
  <dcterms:created xsi:type="dcterms:W3CDTF">2023-11-16T10:29:00Z</dcterms:created>
  <dcterms:modified xsi:type="dcterms:W3CDTF">2025-05-03T06:46:00Z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